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A5310B" w:rsidP="003420EA">
      <w:pPr>
        <w:ind w:left="284"/>
        <w:jc w:val="both"/>
        <w:rPr>
          <w:bCs w:val="0"/>
          <w:sz w:val="24"/>
          <w:szCs w:val="24"/>
        </w:rPr>
      </w:pPr>
      <w:r>
        <w:rPr>
          <w:bCs w:val="0"/>
          <w:sz w:val="24"/>
          <w:szCs w:val="24"/>
        </w:rPr>
        <w:t>2</w:t>
      </w:r>
      <w:r w:rsidR="00BC5BBD">
        <w:rPr>
          <w:bCs w:val="0"/>
          <w:sz w:val="24"/>
          <w:szCs w:val="24"/>
        </w:rPr>
        <w:t>3</w:t>
      </w:r>
      <w:r w:rsidR="003420EA" w:rsidRPr="003420EA">
        <w:rPr>
          <w:bCs w:val="0"/>
          <w:sz w:val="24"/>
          <w:szCs w:val="24"/>
        </w:rPr>
        <w:t>.0</w:t>
      </w:r>
      <w:r w:rsidR="00BC5BBD">
        <w:rPr>
          <w:bCs w:val="0"/>
          <w:sz w:val="24"/>
          <w:szCs w:val="24"/>
        </w:rPr>
        <w:t>6</w:t>
      </w:r>
      <w:r w:rsidR="003420EA" w:rsidRPr="003420EA">
        <w:rPr>
          <w:bCs w:val="0"/>
          <w:sz w:val="24"/>
          <w:szCs w:val="24"/>
        </w:rPr>
        <w:t xml:space="preserve">.2020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D81355">
      <w:pPr>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BC5BBD" w:rsidRPr="00BC5BBD">
        <w:rPr>
          <w:bCs w:val="0"/>
          <w:szCs w:val="20"/>
        </w:rPr>
        <w:t>«О внесении изменений в статьи 1 и 4 Закона Новосибирской области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Новосибирской области»</w:t>
      </w:r>
      <w:r w:rsidRPr="00D81355">
        <w:rPr>
          <w:bCs w:val="0"/>
        </w:rPr>
        <w:t>.</w:t>
      </w:r>
    </w:p>
    <w:p w:rsidR="00D81355" w:rsidRPr="00D81355" w:rsidRDefault="00D81355" w:rsidP="00D81355">
      <w:pPr>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DA7BEF">
        <w:rPr>
          <w:bCs w:val="0"/>
          <w:szCs w:val="20"/>
        </w:rPr>
        <w:t>Умербаев Игорь Равильевич</w:t>
      </w:r>
      <w:r w:rsidRPr="00D81355">
        <w:rPr>
          <w:bCs w:val="0"/>
          <w:szCs w:val="20"/>
        </w:rPr>
        <w:t>.</w:t>
      </w:r>
    </w:p>
    <w:p w:rsidR="00A5310B" w:rsidRDefault="00A5310B" w:rsidP="00D81355">
      <w:pPr>
        <w:ind w:firstLine="709"/>
        <w:jc w:val="both"/>
        <w:rPr>
          <w:bCs w:val="0"/>
          <w:szCs w:val="20"/>
        </w:rPr>
      </w:pPr>
    </w:p>
    <w:p w:rsidR="00D81355" w:rsidRPr="00D81355" w:rsidRDefault="00D81355" w:rsidP="00D81355">
      <w:pPr>
        <w:ind w:firstLine="709"/>
        <w:jc w:val="both"/>
        <w:rPr>
          <w:bCs w:val="0"/>
          <w:szCs w:val="20"/>
        </w:rPr>
      </w:pPr>
      <w:r w:rsidRPr="00D81355">
        <w:rPr>
          <w:bCs w:val="0"/>
          <w:szCs w:val="20"/>
        </w:rPr>
        <w:t>Приложения:</w:t>
      </w:r>
    </w:p>
    <w:p w:rsidR="00D81355" w:rsidRPr="00D81355" w:rsidRDefault="00D81355" w:rsidP="00D81355">
      <w:pPr>
        <w:numPr>
          <w:ilvl w:val="0"/>
          <w:numId w:val="6"/>
        </w:numPr>
        <w:jc w:val="both"/>
        <w:rPr>
          <w:bCs w:val="0"/>
          <w:szCs w:val="20"/>
        </w:rPr>
      </w:pPr>
      <w:r w:rsidRPr="00D81355">
        <w:rPr>
          <w:bCs w:val="0"/>
          <w:szCs w:val="20"/>
        </w:rPr>
        <w:t xml:space="preserve">Проект закона - на </w:t>
      </w:r>
      <w:r w:rsidR="00944580">
        <w:rPr>
          <w:bCs w:val="0"/>
          <w:szCs w:val="20"/>
        </w:rPr>
        <w:t>2</w:t>
      </w:r>
      <w:r w:rsidRPr="00D81355">
        <w:rPr>
          <w:bCs w:val="0"/>
          <w:szCs w:val="20"/>
        </w:rPr>
        <w:t xml:space="preserve"> л. в 1 экз.;</w:t>
      </w:r>
    </w:p>
    <w:p w:rsidR="00D81355" w:rsidRPr="00D81355" w:rsidRDefault="00D81355" w:rsidP="00D81355">
      <w:pPr>
        <w:numPr>
          <w:ilvl w:val="0"/>
          <w:numId w:val="6"/>
        </w:numPr>
        <w:jc w:val="both"/>
        <w:rPr>
          <w:bCs w:val="0"/>
          <w:szCs w:val="20"/>
        </w:rPr>
      </w:pPr>
      <w:r w:rsidRPr="00D81355">
        <w:rPr>
          <w:bCs w:val="0"/>
          <w:szCs w:val="20"/>
        </w:rPr>
        <w:t xml:space="preserve">Пояснительная записка -  на </w:t>
      </w:r>
      <w:r w:rsidR="00944580">
        <w:rPr>
          <w:bCs w:val="0"/>
          <w:szCs w:val="20"/>
        </w:rPr>
        <w:t>1</w:t>
      </w:r>
      <w:bookmarkStart w:id="0" w:name="_GoBack"/>
      <w:bookmarkEnd w:id="0"/>
      <w:r w:rsidRPr="00D81355">
        <w:rPr>
          <w:bCs w:val="0"/>
          <w:szCs w:val="20"/>
        </w:rPr>
        <w:t xml:space="preserve"> л. в 1 экз.;</w:t>
      </w:r>
    </w:p>
    <w:p w:rsidR="00D81355" w:rsidRPr="00D81355" w:rsidRDefault="00D81355" w:rsidP="00D81355">
      <w:pPr>
        <w:numPr>
          <w:ilvl w:val="0"/>
          <w:numId w:val="6"/>
        </w:numPr>
        <w:jc w:val="both"/>
        <w:rPr>
          <w:bCs w:val="0"/>
          <w:szCs w:val="20"/>
        </w:rPr>
      </w:pPr>
      <w:r w:rsidRPr="00D81355">
        <w:rPr>
          <w:bCs w:val="0"/>
          <w:szCs w:val="20"/>
        </w:rPr>
        <w:t xml:space="preserve">Финансово-экономическое обоснование - на </w:t>
      </w:r>
      <w:smartTag w:uri="urn:schemas-microsoft-com:office:smarttags" w:element="metricconverter">
        <w:smartTagPr>
          <w:attr w:name="ProductID" w:val="1 л"/>
        </w:smartTagPr>
        <w:r w:rsidRPr="00D81355">
          <w:rPr>
            <w:bCs w:val="0"/>
            <w:szCs w:val="20"/>
          </w:rPr>
          <w:t>1 л</w:t>
        </w:r>
      </w:smartTag>
      <w:r w:rsidRPr="00D81355">
        <w:rPr>
          <w:bCs w:val="0"/>
          <w:szCs w:val="20"/>
        </w:rPr>
        <w:t>. в 1 экз.;</w:t>
      </w:r>
    </w:p>
    <w:p w:rsidR="00D81355" w:rsidRPr="00D81355" w:rsidRDefault="00D81355" w:rsidP="00D81355">
      <w:pPr>
        <w:numPr>
          <w:ilvl w:val="0"/>
          <w:numId w:val="6"/>
        </w:numPr>
        <w:tabs>
          <w:tab w:val="num" w:pos="142"/>
        </w:tabs>
        <w:ind w:left="0" w:firstLine="708"/>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smartTag w:uri="urn:schemas-microsoft-com:office:smarttags" w:element="metricconverter">
        <w:smartTagPr>
          <w:attr w:name="ProductID" w:val="1 л"/>
        </w:smartTagPr>
        <w:r w:rsidRPr="00D81355">
          <w:rPr>
            <w:bCs w:val="0"/>
            <w:szCs w:val="20"/>
          </w:rPr>
          <w:t>1 л</w:t>
        </w:r>
      </w:smartTag>
      <w:r w:rsidRPr="00D81355">
        <w:rPr>
          <w:bCs w:val="0"/>
          <w:szCs w:val="20"/>
        </w:rPr>
        <w:t>. в 1 экз.;</w:t>
      </w:r>
    </w:p>
    <w:p w:rsidR="00D81355" w:rsidRPr="00D81355" w:rsidRDefault="00D81355" w:rsidP="00D81355">
      <w:pPr>
        <w:ind w:right="-341" w:firstLine="567"/>
        <w:jc w:val="both"/>
        <w:rPr>
          <w:bCs w:val="0"/>
          <w:szCs w:val="20"/>
        </w:rPr>
      </w:pPr>
      <w:r w:rsidRPr="00D81355">
        <w:rPr>
          <w:bCs w:val="0"/>
          <w:szCs w:val="20"/>
        </w:rPr>
        <w:t xml:space="preserve">  5.        Решение комитета  - на 1 л. в 1 экз.</w:t>
      </w:r>
    </w:p>
    <w:p w:rsidR="003D3779" w:rsidRPr="009B7EEE" w:rsidRDefault="003D3779" w:rsidP="003D3779">
      <w:pPr>
        <w:rPr>
          <w:lang w:eastAsia="x-none"/>
        </w:rPr>
      </w:pPr>
    </w:p>
    <w:tbl>
      <w:tblPr>
        <w:tblW w:w="0" w:type="auto"/>
        <w:tblLook w:val="01E0" w:firstRow="1" w:lastRow="1" w:firstColumn="1" w:lastColumn="1" w:noHBand="0" w:noVBand="0"/>
      </w:tblPr>
      <w:tblGrid>
        <w:gridCol w:w="4925"/>
        <w:gridCol w:w="5521"/>
      </w:tblGrid>
      <w:tr w:rsidR="003D3779" w:rsidRPr="002146B5" w:rsidTr="00CC10A6">
        <w:trPr>
          <w:trHeight w:val="274"/>
        </w:trPr>
        <w:tc>
          <w:tcPr>
            <w:tcW w:w="4925" w:type="dxa"/>
          </w:tcPr>
          <w:p w:rsidR="003D3779" w:rsidRPr="00C00AA0" w:rsidRDefault="003D3779" w:rsidP="00CC10A6">
            <w:pPr>
              <w:rPr>
                <w:lang w:val="en-US"/>
              </w:rPr>
            </w:pPr>
            <w:r w:rsidRPr="00D85A6B">
              <w:t xml:space="preserve">Председатель </w:t>
            </w:r>
            <w:r w:rsidR="00C96DE6">
              <w:rPr>
                <w:lang w:val="en-US"/>
              </w:rPr>
              <w:t>комитета</w:t>
            </w:r>
          </w:p>
        </w:tc>
        <w:tc>
          <w:tcPr>
            <w:tcW w:w="5521" w:type="dxa"/>
          </w:tcPr>
          <w:p w:rsidR="003D3779" w:rsidRPr="00944580" w:rsidRDefault="003420EA" w:rsidP="008927FF">
            <w:pPr>
              <w:jc w:val="right"/>
            </w:pPr>
            <w:r w:rsidRPr="00944580">
              <w:t xml:space="preserve"> </w:t>
            </w:r>
            <w:r w:rsidR="00C96DE6" w:rsidRPr="00944580">
              <w:rPr>
                <w:lang w:val="en-US"/>
              </w:rPr>
              <w:t xml:space="preserve">А.Г. Терепа </w:t>
            </w:r>
          </w:p>
        </w:tc>
      </w:tr>
      <w:tr w:rsidR="00EF2143" w:rsidRPr="002146B5" w:rsidTr="00CC10A6">
        <w:trPr>
          <w:trHeight w:val="274"/>
        </w:trPr>
        <w:tc>
          <w:tcPr>
            <w:tcW w:w="4925" w:type="dxa"/>
          </w:tcPr>
          <w:p w:rsidR="00EF2143" w:rsidRPr="00D85A6B" w:rsidRDefault="00EF2143" w:rsidP="00CC10A6"/>
        </w:tc>
        <w:tc>
          <w:tcPr>
            <w:tcW w:w="5521" w:type="dxa"/>
          </w:tcPr>
          <w:p w:rsidR="00EF2143" w:rsidRPr="00EC0970" w:rsidRDefault="00EF2143" w:rsidP="00CC10A6">
            <w:pPr>
              <w:jc w:val="right"/>
              <w:rPr>
                <w:i/>
              </w:rPr>
            </w:pPr>
          </w:p>
        </w:tc>
      </w:tr>
    </w:tbl>
    <w:p w:rsidR="00FC209F" w:rsidRPr="00487F03" w:rsidRDefault="00FC209F" w:rsidP="00FC209F">
      <w:pPr>
        <w:widowControl w:val="0"/>
        <w:autoSpaceDE w:val="0"/>
        <w:autoSpaceDN w:val="0"/>
        <w:adjustRightInd w:val="0"/>
        <w:spacing w:before="240"/>
      </w:pPr>
      <w:bookmarkStart w:id="1" w:name="RIT"/>
      <w:r>
        <w:lastRenderedPageBreak/>
        <w:t xml:space="preserve"> </w:t>
      </w:r>
      <w:bookmarkEnd w:id="1"/>
    </w:p>
    <w:p w:rsidR="003D3779" w:rsidRPr="00F55ABD" w:rsidRDefault="003D3779" w:rsidP="00C00AA0">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41BD" w:rsidRDefault="000D41BD">
      <w:r>
        <w:separator/>
      </w:r>
    </w:p>
  </w:endnote>
  <w:endnote w:type="continuationSeparator" w:id="0">
    <w:p w:rsidR="000D41BD" w:rsidRDefault="000D4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41BD" w:rsidRDefault="000D41BD">
      <w:r>
        <w:separator/>
      </w:r>
    </w:p>
  </w:footnote>
  <w:footnote w:type="continuationSeparator" w:id="0">
    <w:p w:rsidR="000D41BD" w:rsidRDefault="000D41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032B"/>
    <w:rsid w:val="0005629F"/>
    <w:rsid w:val="00057BDF"/>
    <w:rsid w:val="000636AA"/>
    <w:rsid w:val="00063C46"/>
    <w:rsid w:val="000B5986"/>
    <w:rsid w:val="000C3183"/>
    <w:rsid w:val="000D41BD"/>
    <w:rsid w:val="000E741A"/>
    <w:rsid w:val="000E7574"/>
    <w:rsid w:val="000F7083"/>
    <w:rsid w:val="00105993"/>
    <w:rsid w:val="001167F5"/>
    <w:rsid w:val="001248A8"/>
    <w:rsid w:val="001316D3"/>
    <w:rsid w:val="0013618C"/>
    <w:rsid w:val="00144CDA"/>
    <w:rsid w:val="0015491A"/>
    <w:rsid w:val="00164DDA"/>
    <w:rsid w:val="00172DD2"/>
    <w:rsid w:val="001771A8"/>
    <w:rsid w:val="00180DBA"/>
    <w:rsid w:val="001A0D3D"/>
    <w:rsid w:val="001A5E97"/>
    <w:rsid w:val="001A61A4"/>
    <w:rsid w:val="001B4926"/>
    <w:rsid w:val="001C2A1B"/>
    <w:rsid w:val="001D5C94"/>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C11E8"/>
    <w:rsid w:val="002C1E02"/>
    <w:rsid w:val="002D0D6A"/>
    <w:rsid w:val="002D0E03"/>
    <w:rsid w:val="002D635A"/>
    <w:rsid w:val="002E509D"/>
    <w:rsid w:val="002F7D2C"/>
    <w:rsid w:val="003042A2"/>
    <w:rsid w:val="00312164"/>
    <w:rsid w:val="003130D9"/>
    <w:rsid w:val="00320FBD"/>
    <w:rsid w:val="00323434"/>
    <w:rsid w:val="003358C0"/>
    <w:rsid w:val="003420EA"/>
    <w:rsid w:val="00342239"/>
    <w:rsid w:val="0034395F"/>
    <w:rsid w:val="00346FCB"/>
    <w:rsid w:val="003659EA"/>
    <w:rsid w:val="00365E66"/>
    <w:rsid w:val="00374B78"/>
    <w:rsid w:val="00375285"/>
    <w:rsid w:val="00382E83"/>
    <w:rsid w:val="00396288"/>
    <w:rsid w:val="003A75E8"/>
    <w:rsid w:val="003B4883"/>
    <w:rsid w:val="003C1252"/>
    <w:rsid w:val="003D3779"/>
    <w:rsid w:val="003E57C5"/>
    <w:rsid w:val="003F6E76"/>
    <w:rsid w:val="004049BF"/>
    <w:rsid w:val="004077F6"/>
    <w:rsid w:val="00432D7B"/>
    <w:rsid w:val="00433D4C"/>
    <w:rsid w:val="0045009E"/>
    <w:rsid w:val="004609D8"/>
    <w:rsid w:val="0046398B"/>
    <w:rsid w:val="00467A51"/>
    <w:rsid w:val="00472854"/>
    <w:rsid w:val="004773C0"/>
    <w:rsid w:val="00486873"/>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D0130"/>
    <w:rsid w:val="005F4B04"/>
    <w:rsid w:val="005F5242"/>
    <w:rsid w:val="00604830"/>
    <w:rsid w:val="00604B39"/>
    <w:rsid w:val="00605DBF"/>
    <w:rsid w:val="00606BA9"/>
    <w:rsid w:val="00611856"/>
    <w:rsid w:val="00620059"/>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5625"/>
    <w:rsid w:val="008C7C84"/>
    <w:rsid w:val="008D26A4"/>
    <w:rsid w:val="008E34C6"/>
    <w:rsid w:val="008E57BA"/>
    <w:rsid w:val="008E7FAF"/>
    <w:rsid w:val="008F6F6D"/>
    <w:rsid w:val="00921239"/>
    <w:rsid w:val="00931E41"/>
    <w:rsid w:val="00936617"/>
    <w:rsid w:val="00944580"/>
    <w:rsid w:val="00953DA3"/>
    <w:rsid w:val="0096200E"/>
    <w:rsid w:val="00982B37"/>
    <w:rsid w:val="009A1F08"/>
    <w:rsid w:val="009A3D1B"/>
    <w:rsid w:val="009A6365"/>
    <w:rsid w:val="009B0DDA"/>
    <w:rsid w:val="009B58D3"/>
    <w:rsid w:val="009D38B9"/>
    <w:rsid w:val="009D531A"/>
    <w:rsid w:val="009D556E"/>
    <w:rsid w:val="009E0782"/>
    <w:rsid w:val="009E396C"/>
    <w:rsid w:val="009F528C"/>
    <w:rsid w:val="00A05379"/>
    <w:rsid w:val="00A24A00"/>
    <w:rsid w:val="00A40CFB"/>
    <w:rsid w:val="00A4660C"/>
    <w:rsid w:val="00A46E88"/>
    <w:rsid w:val="00A5310B"/>
    <w:rsid w:val="00A659B5"/>
    <w:rsid w:val="00A67CCF"/>
    <w:rsid w:val="00A715E1"/>
    <w:rsid w:val="00A845EB"/>
    <w:rsid w:val="00A92DE2"/>
    <w:rsid w:val="00A95CE4"/>
    <w:rsid w:val="00AA03A7"/>
    <w:rsid w:val="00AA44CE"/>
    <w:rsid w:val="00AA5A56"/>
    <w:rsid w:val="00AB6F62"/>
    <w:rsid w:val="00AC40BB"/>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C5BBD"/>
    <w:rsid w:val="00BE2F8D"/>
    <w:rsid w:val="00BF092E"/>
    <w:rsid w:val="00BF480B"/>
    <w:rsid w:val="00BF7D8B"/>
    <w:rsid w:val="00C00AA0"/>
    <w:rsid w:val="00C00ECA"/>
    <w:rsid w:val="00C0496F"/>
    <w:rsid w:val="00C07203"/>
    <w:rsid w:val="00C1690E"/>
    <w:rsid w:val="00C21B83"/>
    <w:rsid w:val="00C23E75"/>
    <w:rsid w:val="00C423D6"/>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D1C9A"/>
    <w:rsid w:val="00DD202D"/>
    <w:rsid w:val="00DD3E06"/>
    <w:rsid w:val="00DE4E53"/>
    <w:rsid w:val="00DF40D9"/>
    <w:rsid w:val="00E002F9"/>
    <w:rsid w:val="00E0051F"/>
    <w:rsid w:val="00E07E57"/>
    <w:rsid w:val="00E155CA"/>
    <w:rsid w:val="00E15D1F"/>
    <w:rsid w:val="00E16188"/>
    <w:rsid w:val="00E25012"/>
    <w:rsid w:val="00E300BC"/>
    <w:rsid w:val="00E33F02"/>
    <w:rsid w:val="00E340E5"/>
    <w:rsid w:val="00E4092A"/>
    <w:rsid w:val="00E566F8"/>
    <w:rsid w:val="00E72505"/>
    <w:rsid w:val="00E75006"/>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CCF76D0"/>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261CA-9F97-4A5D-BB07-A7470466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1</TotalTime>
  <Pages>2</Pages>
  <Words>277</Words>
  <Characters>1579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3</cp:revision>
  <cp:lastPrinted>2020-05-26T05:30:00Z</cp:lastPrinted>
  <dcterms:created xsi:type="dcterms:W3CDTF">2020-06-18T08:35:00Z</dcterms:created>
  <dcterms:modified xsi:type="dcterms:W3CDTF">2020-06-23T04:14:00Z</dcterms:modified>
</cp:coreProperties>
</file>